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74745FD" w:rsidP="174745FD" w:rsidRDefault="174745FD" w14:noSpellErr="1" w14:paraId="2F1DB2EC" w14:textId="21590B26">
      <w:pPr>
        <w:pStyle w:val="Heading1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74745FD" w:rsidR="174745FD">
        <w:rPr>
          <w:noProof w:val="0"/>
          <w:lang w:val="en-US"/>
        </w:rPr>
        <w:t>Test</w:t>
      </w:r>
    </w:p>
    <w:p w:rsidR="174745FD" w:rsidP="174745FD" w:rsidRDefault="174745FD" w14:paraId="3972324B" w14:textId="4BA49F12">
      <w:pPr>
        <w:pStyle w:val="Normal"/>
        <w:rPr>
          <w:noProof w:val="0"/>
          <w:lang w:val="en-US"/>
        </w:rPr>
      </w:pPr>
    </w:p>
    <w:p w:rsidR="174745FD" w:rsidRDefault="174745FD" w14:noSpellErr="1" w14:paraId="5F673E6E" w14:textId="43B3B5B9">
      <w:r w:rsidRPr="174745FD" w:rsidR="174745F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This is </w:t>
      </w:r>
      <w:r w:rsidRPr="174745FD" w:rsidR="174745FD"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  <w:t>italic</w:t>
      </w:r>
      <w:r w:rsidRPr="174745FD" w:rsidR="174745F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</w:t>
      </w:r>
      <w:r w:rsidRPr="174745FD" w:rsidR="174745F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bold</w:t>
      </w:r>
      <w:r w:rsidRPr="174745FD" w:rsidR="174745F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</w:t>
      </w:r>
      <w:r w:rsidRPr="174745FD" w:rsidR="174745FD">
        <w:rPr>
          <w:rFonts w:ascii="Calibri" w:hAnsi="Calibri" w:eastAsia="Calibri" w:cs="Calibri"/>
          <w:noProof w:val="0"/>
          <w:sz w:val="22"/>
          <w:szCs w:val="22"/>
          <w:u w:val="single"/>
          <w:lang w:val="en-US"/>
        </w:rPr>
        <w:t>underlined</w:t>
      </w:r>
      <w:r w:rsidRPr="174745FD" w:rsidR="174745F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</w:t>
      </w:r>
      <w:r w:rsidRPr="174745FD" w:rsidR="174745FD">
        <w:rPr>
          <w:rFonts w:ascii="Calibri" w:hAnsi="Calibri" w:eastAsia="Calibri" w:cs="Calibri"/>
          <w:i w:val="1"/>
          <w:iCs w:val="1"/>
          <w:noProof w:val="0"/>
          <w:sz w:val="22"/>
          <w:szCs w:val="22"/>
          <w:u w:val="single"/>
          <w:lang w:val="en-US"/>
        </w:rPr>
        <w:t>italic underlined</w:t>
      </w:r>
      <w:r w:rsidRPr="174745FD" w:rsidR="174745F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</w:t>
      </w:r>
      <w:r w:rsidRPr="174745FD" w:rsidR="174745FD">
        <w:rPr>
          <w:rFonts w:ascii="Calibri" w:hAnsi="Calibri" w:eastAsia="Calibri" w:cs="Calibri"/>
          <w:b w:val="1"/>
          <w:bCs w:val="1"/>
          <w:noProof w:val="0"/>
          <w:sz w:val="22"/>
          <w:szCs w:val="22"/>
          <w:u w:val="single"/>
          <w:lang w:val="en-US"/>
        </w:rPr>
        <w:t>bold underlined</w:t>
      </w:r>
      <w:r w:rsidRPr="174745FD" w:rsidR="174745F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</w:t>
      </w:r>
      <w:r w:rsidRPr="174745FD" w:rsidR="174745FD">
        <w:rPr>
          <w:rFonts w:ascii="Calibri" w:hAnsi="Calibri" w:eastAsia="Calibri" w:cs="Calibri"/>
          <w:b w:val="1"/>
          <w:bCs w:val="1"/>
          <w:i w:val="1"/>
          <w:iCs w:val="1"/>
          <w:noProof w:val="0"/>
          <w:sz w:val="22"/>
          <w:szCs w:val="22"/>
          <w:u w:val="single"/>
          <w:lang w:val="en-US"/>
        </w:rPr>
        <w:t>bold italic underlined</w:t>
      </w:r>
      <w:r w:rsidRPr="174745FD" w:rsidR="174745FD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174745FD" w:rsidP="174745FD" w:rsidRDefault="174745FD" w14:paraId="4E6AFC60" w14:textId="3FB1B904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0EBCC9F"/>
  <w15:docId w15:val="{1407bff2-8208-4609-8a0a-c0de49ba213e}"/>
  <w:rsids>
    <w:rsidRoot w:val="60EBCC9F"/>
    <w:rsid w:val="174745FD"/>
    <w:rsid w:val="60EBCC9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2019-01-31T20:39:49.0298619Z</dcterms:created>
  <dcterms:modified xsi:type="dcterms:W3CDTF">2019-01-31T20:42:39.7556918Z</dcterms:modified>
  <dc:creator>Eaton, Alfred</dc:creator>
  <lastModifiedBy>Eaton, Alfred</lastModifiedBy>
</coreProperties>
</file>